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02267" w:rsidRPr="00E960BB">
        <w:rPr>
          <w:rFonts w:ascii="Corbel" w:hAnsi="Corbel"/>
          <w:bCs/>
          <w:i/>
        </w:rPr>
        <w:t xml:space="preserve">Załącznik nr 1.5 do Zarządzenia Rektora UR  nr </w:t>
      </w:r>
      <w:r w:rsidR="00902267">
        <w:rPr>
          <w:rFonts w:ascii="Corbel" w:hAnsi="Corbel"/>
          <w:bCs/>
          <w:i/>
        </w:rPr>
        <w:t>7</w:t>
      </w:r>
      <w:r w:rsidR="00902267" w:rsidRPr="00E960BB">
        <w:rPr>
          <w:rFonts w:ascii="Corbel" w:hAnsi="Corbel"/>
          <w:bCs/>
          <w:i/>
        </w:rPr>
        <w:t>/20</w:t>
      </w:r>
      <w:r w:rsidR="0090226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E2DA5" w:rsidRDefault="0071620A" w:rsidP="006E2D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54ED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0654ED">
        <w:rPr>
          <w:rFonts w:ascii="Corbel" w:hAnsi="Corbel"/>
          <w:sz w:val="20"/>
          <w:szCs w:val="20"/>
        </w:rPr>
        <w:t>6</w:t>
      </w:r>
      <w:r w:rsidR="00453B0B">
        <w:rPr>
          <w:rFonts w:ascii="Corbel" w:hAnsi="Corbel"/>
          <w:sz w:val="20"/>
          <w:szCs w:val="20"/>
        </w:rPr>
        <w:t>/202</w:t>
      </w:r>
      <w:r w:rsidR="000654ED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72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72C7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 Studies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optymalnych sposobów organizowania środowiska edukacyjnego oraz wspomagania dziecka 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lokalnej oraz przyjmie współodpowiedzialność za sposoby planowania i realizacji oraz rezultaty procesu wychowania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tekstów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02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7E78" w:rsidRPr="009C54AE" w:rsidTr="00957E78">
        <w:trPr>
          <w:trHeight w:val="397"/>
        </w:trPr>
        <w:tc>
          <w:tcPr>
            <w:tcW w:w="7513" w:type="dxa"/>
          </w:tcPr>
          <w:p w:rsidR="00957E78" w:rsidRPr="00E51C2E" w:rsidRDefault="00957E78" w:rsidP="0084585B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>Literatura podstawowa: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Barłóg K., (2001) Efekty integracji dzieci pełnosprawnych oraz z porażeniem mózgowym w młodszym wieku szkolnym, WSP Rzeszów.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Grabowska A., Janiszewska A. (2015). Dlaczego edukacja włączająca. W: A. Grabowska (red.), Dziecko z niepełnosprawnością w przedszkolu i szkole ogólnodostępnej – wyzwania dla JST, s. 9-12. Warszawa: Wydawnictwo ORE.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Jardzioch A.B. (2017). Edukacja włączająca w Polsce. Polska Myśl Pedagogiczna, 3, 193-205.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Szumski G.,  (2010) Wokół edukacji włączającej, APS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Zacharuk T.,  (2008) Wprowadzenie do edukacji inkluzyjnej, Wyd. IBE Warszawa.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Zamkowska A.,  (2000) Wybrane problemy integracyjnego systemu kształcenia, Wyd. Polit. Radomska, Radom.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Zamkowska A., (2009) Wsparcie edukacyjne uczniów z upośledzeniem umysłowym w stopniu lekkim w różnych formach kształcenia  na I etapie edukacji, Wyd. Polit. Radom. </w:t>
            </w:r>
          </w:p>
        </w:tc>
      </w:tr>
      <w:tr w:rsidR="00957E78" w:rsidRPr="009C54AE" w:rsidTr="00957E78">
        <w:trPr>
          <w:trHeight w:val="397"/>
        </w:trPr>
        <w:tc>
          <w:tcPr>
            <w:tcW w:w="7513" w:type="dxa"/>
          </w:tcPr>
          <w:p w:rsidR="00957E78" w:rsidRPr="00E51C2E" w:rsidRDefault="00957E78" w:rsidP="0084585B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 xml:space="preserve">Literatura uzupełniająca: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Fairbairn G., Fairbairn S.,  (2000) Integracja dzieci o specjalnych potrzebach edukacyjnych, Wyd. CMPPP MEN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Booth T., Ainscow M., (2002) Przewodnik po edukacji włączającej, Wyd. Olimpiady Specjalne Polska,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lastRenderedPageBreak/>
              <w:t xml:space="preserve">Bogucka J., Żyro D., (2002). Przewodnik po edukacji włączającej, Wyd. MEN,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Barłóg K., (2014) Systemowość oddziaływań w edukacji, rehabilitacji i psychospołecznej integracji jako przejaw troski o osobę  z niepełnosprawnością, Wyd. UR Rzeszów.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Gajdzica Z. (2011). Opinie nauczycieli szkół ogólnodostępnych na te-mat edukacji włączającej uczniów z lekkim upośledzeniem umysło-wym w kontekście toczącej się reformy kształcenia specjalnego. W: Z. Gajdzica (red.) Uczeń z niepełnosprawnością w szkole ogólnodostępnej (s. 56-79). Sosnowiec: Wydawnictwo Wyższej Szkoły Humanitas.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Jachimczak B. (2012). Przygotowanie nauczycieli wychowania przed-szkolnego do realizacji wybranych zadań z zakresu pomocy psycholo-giczno-pedagogicznej. Studia Edukacyjne, 20, 163-176.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Zamkowska A., (2017), Kultura szkoły włączającej uczniów z niepełno-sprawnościami, „Lubelski Rocznik Pedagogiczny”, T. XXXVI, z. 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963" w:rsidRDefault="00434963" w:rsidP="00C16ABF">
      <w:pPr>
        <w:spacing w:after="0" w:line="240" w:lineRule="auto"/>
      </w:pPr>
      <w:r>
        <w:separator/>
      </w:r>
    </w:p>
  </w:endnote>
  <w:endnote w:type="continuationSeparator" w:id="0">
    <w:p w:rsidR="00434963" w:rsidRDefault="004349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963" w:rsidRDefault="00434963" w:rsidP="00C16ABF">
      <w:pPr>
        <w:spacing w:after="0" w:line="240" w:lineRule="auto"/>
      </w:pPr>
      <w:r>
        <w:separator/>
      </w:r>
    </w:p>
  </w:footnote>
  <w:footnote w:type="continuationSeparator" w:id="0">
    <w:p w:rsidR="00434963" w:rsidRDefault="004349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654ED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6B6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2A6"/>
    <w:rsid w:val="003018BA"/>
    <w:rsid w:val="0030395F"/>
    <w:rsid w:val="00305C92"/>
    <w:rsid w:val="00311840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083F"/>
    <w:rsid w:val="00414E3C"/>
    <w:rsid w:val="0042244A"/>
    <w:rsid w:val="0042745A"/>
    <w:rsid w:val="00431D5C"/>
    <w:rsid w:val="00434963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C7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2C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2DA5"/>
    <w:rsid w:val="006E5D65"/>
    <w:rsid w:val="006E613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02267"/>
    <w:rsid w:val="0091510A"/>
    <w:rsid w:val="00916188"/>
    <w:rsid w:val="00923D7D"/>
    <w:rsid w:val="009508DF"/>
    <w:rsid w:val="00950DAC"/>
    <w:rsid w:val="00954A07"/>
    <w:rsid w:val="00957E78"/>
    <w:rsid w:val="00990223"/>
    <w:rsid w:val="009963D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A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A7C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80A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FA4E"/>
  <w15:docId w15:val="{AAA35670-25C4-40AA-9DE4-2661153A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38F40-7099-4674-A574-B9C68677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1226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2019-10-19T19:12:00Z</cp:lastPrinted>
  <dcterms:created xsi:type="dcterms:W3CDTF">2019-11-28T09:50:00Z</dcterms:created>
  <dcterms:modified xsi:type="dcterms:W3CDTF">2024-07-08T10:37:00Z</dcterms:modified>
</cp:coreProperties>
</file>